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158C72B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8D1B55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BE7D0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9CE1B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FE7D58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378F58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06D41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3C7F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D1B55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87E37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0234"/>
    <w:rsid w:val="00DF116D"/>
    <w:rsid w:val="00DF1397"/>
    <w:rsid w:val="00E32C41"/>
    <w:rsid w:val="00E36C4A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3</cp:revision>
  <cp:lastPrinted>2017-11-28T17:18:00Z</cp:lastPrinted>
  <dcterms:created xsi:type="dcterms:W3CDTF">2025-02-21T08:59:00Z</dcterms:created>
  <dcterms:modified xsi:type="dcterms:W3CDTF">2025-02-24T08:52:00Z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